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6" w:type="dxa"/>
          <w:left w:w="0" w:type="dxa"/>
          <w:bottom w:w="6" w:type="dxa"/>
          <w:right w:w="0" w:type="dxa"/>
        </w:tblCellMar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bookmarkStart w:id="0" w:name="_GoBack"/>
            <w:bookmarkEnd w:id="0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50CA32F2" wp14:editId="781155FD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1730" cy="1007745"/>
                      <wp:effectExtent l="0" t="0" r="7620" b="1905"/>
                      <wp:wrapNone/>
                      <wp:docPr id="6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237CE" w:rsidRDefault="00EC5E02" w:rsidP="000237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EC5E02" w:rsidRDefault="00EC5E02" w:rsidP="000237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C00FFC" w:rsidRDefault="00C00FFC" w:rsidP="000237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0237CE" w:rsidRDefault="000237CE" w:rsidP="000237CE">
                                  <w:pPr>
                                    <w:pStyle w:val="Bezmezer"/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Prostřednictvím </w:t>
                                  </w:r>
                                  <w:proofErr w:type="spellStart"/>
                                  <w:r w:rsidR="00C00FFC"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  <w:r w:rsidR="00C00FFC">
                                    <w:rPr>
                                      <w:rStyle w:val="Potovnadresa"/>
                                    </w:rPr>
                                    <w:t>.</w:t>
                                  </w:r>
                                </w:p>
                                <w:p w:rsidR="000237CE" w:rsidRPr="00872202" w:rsidRDefault="000237CE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CA32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" o:allowincell="f" fillcolor="window" stroked="f" strokeweight=".5pt">
                      <v:textbox>
                        <w:txbxContent>
                          <w:p w:rsidR="000237CE" w:rsidRDefault="00EC5E02" w:rsidP="000237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EC5E02" w:rsidRDefault="00EC5E02" w:rsidP="000237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C00FFC" w:rsidRDefault="00C00FFC" w:rsidP="000237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0237CE" w:rsidRDefault="000237CE" w:rsidP="000237CE">
                            <w:pPr>
                              <w:pStyle w:val="Bezmezer"/>
                            </w:pPr>
                            <w:r>
                              <w:rPr>
                                <w:rStyle w:val="Potovnadresa"/>
                              </w:rPr>
                              <w:t xml:space="preserve">Prostřednictvím </w:t>
                            </w:r>
                            <w:proofErr w:type="spellStart"/>
                            <w:r w:rsidR="00C00FFC"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  <w:r w:rsidR="00C00FFC">
                              <w:rPr>
                                <w:rStyle w:val="Potovnadresa"/>
                              </w:rPr>
                              <w:t>.</w:t>
                            </w:r>
                          </w:p>
                          <w:p w:rsidR="000237CE" w:rsidRPr="00872202" w:rsidRDefault="000237CE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4B390E">
              <w:rPr>
                <w:sz w:val="14"/>
              </w:rPr>
              <w:t>Váš dopis zn.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00FF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Ze dne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EC5E02" w:rsidP="00EC5E02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>7</w:t>
            </w:r>
            <w:r w:rsidR="007D1A1C">
              <w:rPr>
                <w:sz w:val="14"/>
              </w:rPr>
              <w:t xml:space="preserve">. </w:t>
            </w:r>
            <w:r>
              <w:rPr>
                <w:sz w:val="14"/>
              </w:rPr>
              <w:t>8</w:t>
            </w:r>
            <w:r w:rsidR="000237CE">
              <w:rPr>
                <w:sz w:val="14"/>
              </w:rPr>
              <w:t>. 2020</w:t>
            </w:r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rStyle w:val="Potovnadresa"/>
              </w:rPr>
            </w:pPr>
          </w:p>
          <w:p w:rsidR="000237CE" w:rsidRPr="004B390E" w:rsidRDefault="000237CE" w:rsidP="004B390E">
            <w:pPr>
              <w:spacing w:after="0" w:line="240" w:lineRule="auto"/>
              <w:rPr>
                <w:rStyle w:val="Potovnadresa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Naše zn.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EC5E02" w:rsidP="00C11840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NaseZn"/>
                  <w:enabled/>
                  <w:calcOnExit w:val="0"/>
                  <w:textInput>
                    <w:default w:val="52627/2020-SŽ-GŘ-O14"/>
                  </w:textInput>
                </w:ffData>
              </w:fldChar>
            </w:r>
            <w:bookmarkStart w:id="1" w:name="NaseZn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52627/2020-SŽ-GŘ-O14</w:t>
            </w:r>
            <w:r>
              <w:rPr>
                <w:sz w:val="14"/>
              </w:rPr>
              <w:fldChar w:fldCharType="end"/>
            </w:r>
            <w:bookmarkEnd w:id="1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  <w:r w:rsidRPr="00906EDA">
              <w:rPr>
                <w:sz w:val="14"/>
              </w:rPr>
              <w:fldChar w:fldCharType="begin">
                <w:ffData>
                  <w:name w:val="ListuPriloh"/>
                  <w:enabled/>
                  <w:calcOnExit w:val="0"/>
                  <w:textInput>
                    <w:default w:val="0/0"/>
                  </w:textInput>
                </w:ffData>
              </w:fldChar>
            </w:r>
            <w:bookmarkStart w:id="2" w:name="ListuPriloh"/>
            <w:r w:rsidRPr="00906EDA">
              <w:rPr>
                <w:sz w:val="14"/>
              </w:rPr>
              <w:instrText xml:space="preserve"> FORMTEXT </w:instrText>
            </w:r>
            <w:r w:rsidRPr="00906EDA">
              <w:rPr>
                <w:sz w:val="14"/>
              </w:rPr>
            </w:r>
            <w:r w:rsidRPr="00906EDA"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1</w:t>
            </w:r>
            <w:r w:rsidRPr="00906EDA">
              <w:rPr>
                <w:noProof/>
                <w:sz w:val="14"/>
              </w:rPr>
              <w:t>/0</w:t>
            </w:r>
            <w:r w:rsidRPr="00906EDA">
              <w:rPr>
                <w:sz w:val="14"/>
              </w:rPr>
              <w:fldChar w:fldCharType="end"/>
            </w:r>
            <w:bookmarkEnd w:id="2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noProof/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Vyřizuje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JmenoPrijmeni"/>
                  <w:enabled/>
                  <w:calcOnExit w:val="0"/>
                  <w:textInput>
                    <w:default w:val="Ing. Jiří Kapička"/>
                  </w:textInput>
                </w:ffData>
              </w:fldChar>
            </w:r>
            <w:bookmarkStart w:id="3" w:name="JmenoPrijmeni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Ing. Jiří Kapička</w:t>
            </w:r>
            <w:r>
              <w:rPr>
                <w:sz w:val="14"/>
              </w:rPr>
              <w:fldChar w:fldCharType="end"/>
            </w:r>
            <w:bookmarkEnd w:id="3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495"/>
                  </w:textInput>
                </w:ffData>
              </w:fldChar>
            </w:r>
            <w:bookmarkStart w:id="4" w:name="Telefon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+420 972 244 495</w:t>
            </w:r>
            <w:r>
              <w:rPr>
                <w:sz w:val="14"/>
              </w:rPr>
              <w:fldChar w:fldCharType="end"/>
            </w:r>
            <w:bookmarkEnd w:id="4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Mobil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Mobil"/>
                  <w:enabled/>
                  <w:calcOnExit w:val="0"/>
                  <w:textInput>
                    <w:default w:val="+420 601 123 162"/>
                  </w:textInput>
                </w:ffData>
              </w:fldChar>
            </w:r>
            <w:bookmarkStart w:id="5" w:name="Mobil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+420 601 123 162</w:t>
            </w:r>
            <w:r>
              <w:rPr>
                <w:sz w:val="14"/>
              </w:rPr>
              <w:fldChar w:fldCharType="end"/>
            </w:r>
            <w:bookmarkEnd w:id="5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E-mail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1D70AF" w:rsidP="00C11840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Kapicka@spravazeleznic.cz"/>
                  </w:textInput>
                </w:ffData>
              </w:fldChar>
            </w:r>
            <w:bookmarkStart w:id="6" w:name="E_mail"/>
            <w:r>
              <w:rPr>
                <w:sz w:val="14"/>
              </w:rPr>
              <w:instrText xml:space="preserve"> FORMTEXT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Kapicka@spravazeleznic.cz</w:t>
            </w:r>
            <w:r>
              <w:rPr>
                <w:sz w:val="14"/>
              </w:rPr>
              <w:fldChar w:fldCharType="end"/>
            </w:r>
            <w:bookmarkEnd w:id="6"/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0237CE" w:rsidRPr="00906EDA" w:rsidRDefault="000237CE" w:rsidP="00C11840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0237CE" w:rsidRPr="004B390E" w:rsidTr="004B390E">
        <w:tc>
          <w:tcPr>
            <w:tcW w:w="1020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  <w:r w:rsidRPr="004B390E">
              <w:rPr>
                <w:sz w:val="14"/>
              </w:rPr>
              <w:t>Datum</w:t>
            </w:r>
          </w:p>
        </w:tc>
        <w:tc>
          <w:tcPr>
            <w:tcW w:w="2552" w:type="dxa"/>
            <w:shd w:val="clear" w:color="auto" w:fill="auto"/>
          </w:tcPr>
          <w:p w:rsidR="000237CE" w:rsidRPr="00906EDA" w:rsidRDefault="00EC5E02" w:rsidP="00C00FFC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>11</w:t>
            </w:r>
            <w:r w:rsidR="000237CE" w:rsidRPr="00367135">
              <w:rPr>
                <w:sz w:val="14"/>
              </w:rPr>
              <w:t>.</w:t>
            </w:r>
            <w:r w:rsidR="004C18C7">
              <w:rPr>
                <w:sz w:val="14"/>
              </w:rPr>
              <w:t xml:space="preserve"> </w:t>
            </w:r>
            <w:r w:rsidR="00C00FFC">
              <w:rPr>
                <w:sz w:val="14"/>
              </w:rPr>
              <w:t>srpna</w:t>
            </w:r>
            <w:r w:rsidR="000237CE">
              <w:rPr>
                <w:sz w:val="14"/>
              </w:rPr>
              <w:t xml:space="preserve"> 2020</w:t>
            </w:r>
          </w:p>
        </w:tc>
        <w:tc>
          <w:tcPr>
            <w:tcW w:w="823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0237CE" w:rsidRPr="004B390E" w:rsidRDefault="000237CE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4B390E" w:rsidRPr="004B390E" w:rsidTr="004B390E">
        <w:tc>
          <w:tcPr>
            <w:tcW w:w="1020" w:type="dxa"/>
            <w:shd w:val="clear" w:color="auto" w:fill="auto"/>
          </w:tcPr>
          <w:p w:rsidR="00F64786" w:rsidRPr="004B390E" w:rsidRDefault="00F6478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64786" w:rsidRPr="004B390E" w:rsidRDefault="00F6478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64786" w:rsidRPr="004B390E" w:rsidRDefault="00F6478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64786" w:rsidRPr="004B390E" w:rsidRDefault="00F64786" w:rsidP="004B390E">
            <w:pPr>
              <w:spacing w:after="0" w:line="240" w:lineRule="auto"/>
              <w:rPr>
                <w:sz w:val="14"/>
              </w:rPr>
            </w:pPr>
          </w:p>
        </w:tc>
      </w:tr>
      <w:tr w:rsidR="004B390E" w:rsidRPr="004B390E" w:rsidTr="008B5E73">
        <w:trPr>
          <w:trHeight w:val="467"/>
        </w:trPr>
        <w:tc>
          <w:tcPr>
            <w:tcW w:w="1020" w:type="dxa"/>
            <w:shd w:val="clear" w:color="auto" w:fill="auto"/>
          </w:tcPr>
          <w:p w:rsidR="00F862D6" w:rsidRPr="004B390E" w:rsidRDefault="00F862D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862D6" w:rsidRPr="004B390E" w:rsidRDefault="00F862D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862D6" w:rsidRPr="004B390E" w:rsidRDefault="00F862D6" w:rsidP="004B390E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862D6" w:rsidRPr="004B390E" w:rsidRDefault="00F862D6" w:rsidP="004B390E">
            <w:pPr>
              <w:spacing w:after="0" w:line="240" w:lineRule="auto"/>
              <w:rPr>
                <w:sz w:val="14"/>
              </w:rPr>
            </w:pPr>
          </w:p>
        </w:tc>
      </w:tr>
    </w:tbl>
    <w:p w:rsidR="00C26216" w:rsidRDefault="00EC5E02" w:rsidP="001D70AF">
      <w:pPr>
        <w:rPr>
          <w:b/>
        </w:rPr>
      </w:pPr>
      <w:r w:rsidRPr="00EC5E02">
        <w:rPr>
          <w:b/>
        </w:rPr>
        <w:t>Sanace skal v km 77,600 - 77,700 v úseku Rožná - Nedvědice</w:t>
      </w:r>
    </w:p>
    <w:p w:rsidR="000237CE" w:rsidRDefault="000237CE" w:rsidP="001D70AF">
      <w:r>
        <w:t>Odbor zabezpečovací a telekomunikační techniky k elektronicky zaslané přípravné dokumentaci výše uvedené stavby zasílá následující připomínky:</w:t>
      </w:r>
    </w:p>
    <w:p w:rsidR="000237CE" w:rsidRPr="00020194" w:rsidRDefault="00020194" w:rsidP="00020194">
      <w:pPr>
        <w:rPr>
          <w:bCs/>
        </w:rPr>
      </w:pPr>
      <w:r w:rsidRPr="00020194">
        <w:rPr>
          <w:bCs/>
        </w:rPr>
        <w:t xml:space="preserve">K přeložené </w:t>
      </w:r>
      <w:r w:rsidRPr="00020194">
        <w:t>dokumentaci</w:t>
      </w:r>
      <w:r w:rsidRPr="00020194">
        <w:rPr>
          <w:bCs/>
        </w:rPr>
        <w:t xml:space="preserve"> nemáme připomínek. </w:t>
      </w:r>
      <w:r w:rsidR="000A0A92" w:rsidRPr="000A0A92">
        <w:rPr>
          <w:bCs/>
        </w:rPr>
        <w:t>Při případné realizaci je nutno respektovat všeobecné podmínky „Všeobecné podmínky pro činnost na kabelech (a v jejich blízkosti) v majetku Správy železnic, státní organizaci (ve správě Centra telematiky a diagnostiky)“, schválené Centrem telematiky a diagnostiky pod č.j. 2681/2020-SŽ-CTD-DE ze dne 6. 4. 2020.</w:t>
      </w:r>
    </w:p>
    <w:p w:rsidR="000237CE" w:rsidRDefault="00D0241F" w:rsidP="000237CE">
      <w:pPr>
        <w:pStyle w:val="Bezmezer"/>
        <w:rPr>
          <w:rStyle w:val="Siln"/>
        </w:rPr>
      </w:pPr>
      <w:r w:rsidRPr="0098190B">
        <w:rPr>
          <w:rFonts w:cs="Arial"/>
          <w:color w:val="FF0000"/>
        </w:rPr>
        <w:t xml:space="preserve">bereme na </w:t>
      </w:r>
      <w:r w:rsidRPr="004C44BD">
        <w:rPr>
          <w:rFonts w:cs="Arial"/>
          <w:color w:val="FF0000"/>
        </w:rPr>
        <w:t xml:space="preserve">vědomí </w:t>
      </w:r>
      <w:r w:rsidRPr="004C44BD">
        <w:rPr>
          <w:color w:val="FF0000"/>
        </w:rPr>
        <w:t>(Lacina)</w:t>
      </w:r>
    </w:p>
    <w:p w:rsidR="000237CE" w:rsidRDefault="000237CE" w:rsidP="000237CE">
      <w:pPr>
        <w:pStyle w:val="Bezmezer"/>
        <w:rPr>
          <w:rStyle w:val="Siln"/>
        </w:rPr>
      </w:pPr>
    </w:p>
    <w:p w:rsidR="001D70AF" w:rsidRDefault="001D70AF" w:rsidP="000237CE">
      <w:pPr>
        <w:pStyle w:val="Bezmezer"/>
        <w:rPr>
          <w:rStyle w:val="Siln"/>
        </w:rPr>
      </w:pPr>
    </w:p>
    <w:p w:rsidR="00B2330C" w:rsidRDefault="00B2330C" w:rsidP="000237CE">
      <w:pPr>
        <w:pStyle w:val="Bezmezer"/>
        <w:rPr>
          <w:rStyle w:val="Siln"/>
        </w:rPr>
      </w:pPr>
    </w:p>
    <w:p w:rsidR="000A0A92" w:rsidRDefault="000A0A92" w:rsidP="000237CE">
      <w:pPr>
        <w:pStyle w:val="Bezmezer"/>
        <w:rPr>
          <w:rStyle w:val="Siln"/>
        </w:rPr>
      </w:pPr>
    </w:p>
    <w:p w:rsidR="000237CE" w:rsidRPr="00367135" w:rsidRDefault="000237CE" w:rsidP="000237CE">
      <w:pPr>
        <w:pStyle w:val="Bezmezer"/>
        <w:rPr>
          <w:rStyle w:val="Siln"/>
        </w:rPr>
      </w:pPr>
      <w:r w:rsidRPr="00367135">
        <w:rPr>
          <w:rStyle w:val="Siln"/>
        </w:rPr>
        <w:t xml:space="preserve">Ing. Martin Krupička </w:t>
      </w:r>
    </w:p>
    <w:p w:rsidR="00C841E5" w:rsidRDefault="000237CE" w:rsidP="00B40732">
      <w:pPr>
        <w:pStyle w:val="Bezmezer"/>
      </w:pPr>
      <w:r>
        <w:t>ředitel odboru zabezpečovací a telekomunikační techniky</w:t>
      </w:r>
    </w:p>
    <w:p w:rsidR="00B40732" w:rsidRDefault="00B40732" w:rsidP="00B40732">
      <w:pPr>
        <w:pStyle w:val="Bezmezer"/>
        <w:rPr>
          <w:b/>
          <w:sz w:val="24"/>
          <w:szCs w:val="24"/>
        </w:rPr>
      </w:pPr>
    </w:p>
    <w:sectPr w:rsidR="00B40732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8AA" w:rsidRDefault="000938AA" w:rsidP="00962258">
      <w:pPr>
        <w:spacing w:after="0" w:line="240" w:lineRule="auto"/>
      </w:pPr>
      <w:r>
        <w:separator/>
      </w:r>
    </w:p>
  </w:endnote>
  <w:endnote w:type="continuationSeparator" w:id="0">
    <w:p w:rsidR="000938AA" w:rsidRDefault="000938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B390E" w:rsidRPr="004B390E" w:rsidTr="004B390E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4B390E" w:rsidRDefault="00F1715C" w:rsidP="00B8518B">
          <w:pPr>
            <w:pStyle w:val="Zpat"/>
            <w:rPr>
              <w:rStyle w:val="slostrnky"/>
            </w:rPr>
          </w:pPr>
          <w:r w:rsidRPr="004B390E">
            <w:rPr>
              <w:rStyle w:val="slostrnky"/>
            </w:rPr>
            <w:fldChar w:fldCharType="begin"/>
          </w:r>
          <w:r w:rsidRPr="004B390E">
            <w:rPr>
              <w:rStyle w:val="slostrnky"/>
            </w:rPr>
            <w:instrText>PAGE   \* MERGEFORMAT</w:instrText>
          </w:r>
          <w:r w:rsidRPr="004B390E">
            <w:rPr>
              <w:rStyle w:val="slostrnky"/>
            </w:rPr>
            <w:fldChar w:fldCharType="separate"/>
          </w:r>
          <w:r w:rsidR="00B2330C">
            <w:rPr>
              <w:rStyle w:val="slostrnky"/>
              <w:noProof/>
            </w:rPr>
            <w:t>2</w:t>
          </w:r>
          <w:r w:rsidRPr="004B390E">
            <w:rPr>
              <w:rStyle w:val="slostrnky"/>
            </w:rPr>
            <w:fldChar w:fldCharType="end"/>
          </w:r>
          <w:r w:rsidRPr="004B390E">
            <w:rPr>
              <w:rStyle w:val="slostrnky"/>
            </w:rPr>
            <w:t>/</w:t>
          </w:r>
          <w:r w:rsidRPr="004B390E">
            <w:rPr>
              <w:rStyle w:val="slostrnky"/>
            </w:rPr>
            <w:fldChar w:fldCharType="begin"/>
          </w:r>
          <w:r w:rsidRPr="004B390E">
            <w:rPr>
              <w:rStyle w:val="slostrnky"/>
            </w:rPr>
            <w:instrText xml:space="preserve"> NUMPAGES   \* MERGEFORMAT </w:instrText>
          </w:r>
          <w:r w:rsidRPr="004B390E">
            <w:rPr>
              <w:rStyle w:val="slostrnky"/>
            </w:rPr>
            <w:fldChar w:fldCharType="separate"/>
          </w:r>
          <w:r w:rsidR="00E2378C">
            <w:rPr>
              <w:rStyle w:val="slostrnky"/>
              <w:noProof/>
            </w:rPr>
            <w:t>1</w:t>
          </w:r>
          <w:r w:rsidRPr="004B390E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4B390E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B390E" w:rsidRPr="004B390E" w:rsidTr="004B390E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4B390E" w:rsidRDefault="00F1715C" w:rsidP="00460660">
          <w:pPr>
            <w:pStyle w:val="Zpat"/>
            <w:rPr>
              <w:rStyle w:val="slostrnky"/>
            </w:rPr>
          </w:pPr>
          <w:r w:rsidRPr="004B390E">
            <w:rPr>
              <w:rStyle w:val="slostrnky"/>
            </w:rPr>
            <w:fldChar w:fldCharType="begin"/>
          </w:r>
          <w:r w:rsidRPr="004B390E">
            <w:rPr>
              <w:rStyle w:val="slostrnky"/>
            </w:rPr>
            <w:instrText>PAGE   \* MERGEFORMAT</w:instrText>
          </w:r>
          <w:r w:rsidRPr="004B390E">
            <w:rPr>
              <w:rStyle w:val="slostrnky"/>
            </w:rPr>
            <w:fldChar w:fldCharType="separate"/>
          </w:r>
          <w:r w:rsidR="00E2378C">
            <w:rPr>
              <w:rStyle w:val="slostrnky"/>
              <w:noProof/>
            </w:rPr>
            <w:t>1</w:t>
          </w:r>
          <w:r w:rsidRPr="004B390E">
            <w:rPr>
              <w:rStyle w:val="slostrnky"/>
            </w:rPr>
            <w:fldChar w:fldCharType="end"/>
          </w:r>
          <w:r w:rsidRPr="004B390E">
            <w:rPr>
              <w:rStyle w:val="slostrnky"/>
            </w:rPr>
            <w:t>/</w:t>
          </w:r>
          <w:r w:rsidRPr="004B390E">
            <w:rPr>
              <w:rStyle w:val="slostrnky"/>
            </w:rPr>
            <w:fldChar w:fldCharType="begin"/>
          </w:r>
          <w:r w:rsidRPr="004B390E">
            <w:rPr>
              <w:rStyle w:val="slostrnky"/>
            </w:rPr>
            <w:instrText xml:space="preserve"> NUMPAGES   \* MERGEFORMAT </w:instrText>
          </w:r>
          <w:r w:rsidRPr="004B390E">
            <w:rPr>
              <w:rStyle w:val="slostrnky"/>
            </w:rPr>
            <w:fldChar w:fldCharType="separate"/>
          </w:r>
          <w:r w:rsidR="00E2378C">
            <w:rPr>
              <w:rStyle w:val="slostrnky"/>
              <w:noProof/>
            </w:rPr>
            <w:t>1</w:t>
          </w:r>
          <w:r w:rsidRPr="004B390E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460660">
          <w:pPr>
            <w:pStyle w:val="Zpat"/>
          </w:pPr>
          <w:r w:rsidRPr="004B390E">
            <w:t>Správa železni</w:t>
          </w:r>
          <w:r w:rsidR="00FE28EC" w:rsidRPr="004B390E">
            <w:t>c</w:t>
          </w:r>
          <w:r w:rsidRPr="004B390E">
            <w:t>, státní organizace</w:t>
          </w:r>
        </w:p>
        <w:p w:rsidR="00F1715C" w:rsidRPr="004B390E" w:rsidRDefault="00F1715C" w:rsidP="00460660">
          <w:pPr>
            <w:pStyle w:val="Zpat"/>
          </w:pPr>
          <w:r w:rsidRPr="004B390E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460660">
          <w:pPr>
            <w:pStyle w:val="Zpat"/>
          </w:pPr>
          <w:r w:rsidRPr="004B390E">
            <w:t>Sídlo: Dlážděná 1003/7, 110 00 Praha 1</w:t>
          </w:r>
        </w:p>
        <w:p w:rsidR="00F1715C" w:rsidRPr="004B390E" w:rsidRDefault="00F1715C" w:rsidP="00460660">
          <w:pPr>
            <w:pStyle w:val="Zpat"/>
          </w:pPr>
          <w:r w:rsidRPr="004B390E">
            <w:t>IČ</w:t>
          </w:r>
          <w:r w:rsidR="00FE28EC" w:rsidRPr="004B390E">
            <w:t>O</w:t>
          </w:r>
          <w:r w:rsidRPr="004B390E">
            <w:t>: 709 94 234 DIČ: CZ 709 94 234</w:t>
          </w:r>
        </w:p>
        <w:p w:rsidR="00F1715C" w:rsidRPr="004B390E" w:rsidRDefault="00A92C45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  <w:shd w:val="clear" w:color="auto" w:fill="auto"/>
        </w:tcPr>
        <w:p w:rsidR="00B45E9E" w:rsidRPr="004B390E" w:rsidRDefault="00B45E9E" w:rsidP="00B45E9E">
          <w:pPr>
            <w:pStyle w:val="Zpat"/>
            <w:rPr>
              <w:b/>
            </w:rPr>
          </w:pPr>
          <w:r w:rsidRPr="004B390E">
            <w:rPr>
              <w:b/>
            </w:rPr>
            <w:t>Generální ředitelství</w:t>
          </w:r>
        </w:p>
        <w:p w:rsidR="00B45E9E" w:rsidRPr="004B390E" w:rsidRDefault="00B45E9E" w:rsidP="00B45E9E">
          <w:pPr>
            <w:pStyle w:val="Zpat"/>
            <w:rPr>
              <w:b/>
            </w:rPr>
          </w:pPr>
          <w:r w:rsidRPr="004B390E">
            <w:rPr>
              <w:b/>
            </w:rPr>
            <w:t>Dlážděná 1003/7</w:t>
          </w:r>
        </w:p>
        <w:p w:rsidR="00F1715C" w:rsidRPr="004B390E" w:rsidRDefault="00B45E9E" w:rsidP="00B45E9E">
          <w:pPr>
            <w:pStyle w:val="Zpat"/>
          </w:pPr>
          <w:r w:rsidRPr="004B390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8AA" w:rsidRDefault="000938AA" w:rsidP="00962258">
      <w:pPr>
        <w:spacing w:after="0" w:line="240" w:lineRule="auto"/>
      </w:pPr>
      <w:r>
        <w:separator/>
      </w:r>
    </w:p>
  </w:footnote>
  <w:footnote w:type="continuationSeparator" w:id="0">
    <w:p w:rsidR="000938AA" w:rsidRDefault="000938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B390E" w:rsidRPr="004B390E" w:rsidTr="004B390E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4B390E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4B390E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4B390E" w:rsidRDefault="00F1715C" w:rsidP="004B390E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B390E" w:rsidRPr="004B390E" w:rsidTr="004B390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4B390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F384AA4" wp14:editId="2D946E5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5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rgbClr val="FF52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277B878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" path="m,l161925,r,l,,,161925r,l,xe" filled="f" strokecolor="#ff5200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4B390E" w:rsidRDefault="00F1715C" w:rsidP="004B390E">
          <w:pPr>
            <w:pStyle w:val="Druhdokumentu"/>
            <w:spacing w:after="0"/>
          </w:pPr>
        </w:p>
      </w:tc>
    </w:tr>
    <w:tr w:rsidR="004B390E" w:rsidRPr="004B390E" w:rsidTr="004B390E">
      <w:trPr>
        <w:trHeight w:hRule="exact" w:val="452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64786" w:rsidRPr="004B390E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Pr="004B390E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Pr="004B390E" w:rsidRDefault="00F64786" w:rsidP="004B390E">
          <w:pPr>
            <w:pStyle w:val="Druhdokumentu"/>
            <w:spacing w:after="0"/>
            <w:rPr>
              <w:noProof/>
            </w:rPr>
          </w:pPr>
        </w:p>
      </w:tc>
    </w:tr>
  </w:tbl>
  <w:p w:rsidR="00F1715C" w:rsidRPr="00D6163D" w:rsidRDefault="004B390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25AB822" wp14:editId="5D56BB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7835" cy="640715"/>
          <wp:effectExtent l="0" t="0" r="5715" b="6985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36CC46E" wp14:editId="5EB8A57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3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690416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" path="m,l161925,r,l,,,161925r,l,xe" filled="f" strokecolor="#ff5200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0D7C20"/>
    <w:multiLevelType w:val="hybridMultilevel"/>
    <w:tmpl w:val="6F62A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5D1118"/>
    <w:multiLevelType w:val="hybridMultilevel"/>
    <w:tmpl w:val="FA7E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BFF4699"/>
    <w:multiLevelType w:val="hybridMultilevel"/>
    <w:tmpl w:val="187A4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D3321"/>
    <w:multiLevelType w:val="hybridMultilevel"/>
    <w:tmpl w:val="CC9AD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13B2E"/>
    <w:multiLevelType w:val="hybridMultilevel"/>
    <w:tmpl w:val="09D45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3"/>
  </w:num>
  <w:num w:numId="41">
    <w:abstractNumId w:val="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9"/>
  </w:num>
  <w:num w:numId="47">
    <w:abstractNumId w:val="11"/>
  </w:num>
  <w:num w:numId="48">
    <w:abstractNumId w:val="10"/>
  </w:num>
  <w:num w:numId="49">
    <w:abstractNumId w:val="2"/>
  </w:num>
  <w:num w:numId="5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90E"/>
    <w:rsid w:val="00020194"/>
    <w:rsid w:val="000237CE"/>
    <w:rsid w:val="00033432"/>
    <w:rsid w:val="000335CC"/>
    <w:rsid w:val="00034A84"/>
    <w:rsid w:val="0004111F"/>
    <w:rsid w:val="00072C1E"/>
    <w:rsid w:val="00076E2A"/>
    <w:rsid w:val="000801B7"/>
    <w:rsid w:val="00085EFC"/>
    <w:rsid w:val="000938AA"/>
    <w:rsid w:val="000A0A92"/>
    <w:rsid w:val="000B7907"/>
    <w:rsid w:val="000C0429"/>
    <w:rsid w:val="001030FA"/>
    <w:rsid w:val="00104370"/>
    <w:rsid w:val="00110B49"/>
    <w:rsid w:val="00111CFF"/>
    <w:rsid w:val="00114472"/>
    <w:rsid w:val="00120165"/>
    <w:rsid w:val="00122699"/>
    <w:rsid w:val="00170EC5"/>
    <w:rsid w:val="001747C1"/>
    <w:rsid w:val="00175280"/>
    <w:rsid w:val="0018596A"/>
    <w:rsid w:val="001C3350"/>
    <w:rsid w:val="001C4DA0"/>
    <w:rsid w:val="001C7883"/>
    <w:rsid w:val="001D1030"/>
    <w:rsid w:val="001D70AF"/>
    <w:rsid w:val="00207DF5"/>
    <w:rsid w:val="002263CA"/>
    <w:rsid w:val="00226B4E"/>
    <w:rsid w:val="0026785D"/>
    <w:rsid w:val="002B1E40"/>
    <w:rsid w:val="002B20A4"/>
    <w:rsid w:val="002C2534"/>
    <w:rsid w:val="002C31BF"/>
    <w:rsid w:val="002C4D7C"/>
    <w:rsid w:val="002D2C88"/>
    <w:rsid w:val="002E0CD7"/>
    <w:rsid w:val="002F026B"/>
    <w:rsid w:val="00357BC6"/>
    <w:rsid w:val="003719F1"/>
    <w:rsid w:val="003956C6"/>
    <w:rsid w:val="003A1CB8"/>
    <w:rsid w:val="003B6422"/>
    <w:rsid w:val="003E75CE"/>
    <w:rsid w:val="0041380F"/>
    <w:rsid w:val="00421666"/>
    <w:rsid w:val="00450F07"/>
    <w:rsid w:val="00451382"/>
    <w:rsid w:val="00453CD3"/>
    <w:rsid w:val="00455BC7"/>
    <w:rsid w:val="0046022C"/>
    <w:rsid w:val="00460660"/>
    <w:rsid w:val="00460CCB"/>
    <w:rsid w:val="00477370"/>
    <w:rsid w:val="00486107"/>
    <w:rsid w:val="00490C36"/>
    <w:rsid w:val="00491827"/>
    <w:rsid w:val="004926B0"/>
    <w:rsid w:val="004A7C69"/>
    <w:rsid w:val="004B32D5"/>
    <w:rsid w:val="004B390E"/>
    <w:rsid w:val="004C18C7"/>
    <w:rsid w:val="004C4399"/>
    <w:rsid w:val="004C69ED"/>
    <w:rsid w:val="004C787C"/>
    <w:rsid w:val="004E7904"/>
    <w:rsid w:val="004F351F"/>
    <w:rsid w:val="004F4B9B"/>
    <w:rsid w:val="00511AB9"/>
    <w:rsid w:val="00513B28"/>
    <w:rsid w:val="00514B0F"/>
    <w:rsid w:val="00523EA7"/>
    <w:rsid w:val="005340AA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A7953"/>
    <w:rsid w:val="005B4EFD"/>
    <w:rsid w:val="005B5EE9"/>
    <w:rsid w:val="005B6D9F"/>
    <w:rsid w:val="005E02BB"/>
    <w:rsid w:val="005E3C3A"/>
    <w:rsid w:val="005E4A8B"/>
    <w:rsid w:val="0060649E"/>
    <w:rsid w:val="0061068E"/>
    <w:rsid w:val="006126FF"/>
    <w:rsid w:val="00640DEF"/>
    <w:rsid w:val="00660AD3"/>
    <w:rsid w:val="00663482"/>
    <w:rsid w:val="00663C75"/>
    <w:rsid w:val="006A5570"/>
    <w:rsid w:val="006A689C"/>
    <w:rsid w:val="006B3D79"/>
    <w:rsid w:val="006C034C"/>
    <w:rsid w:val="006C74AC"/>
    <w:rsid w:val="006D36F1"/>
    <w:rsid w:val="006E0578"/>
    <w:rsid w:val="006E314D"/>
    <w:rsid w:val="00710723"/>
    <w:rsid w:val="00723ED1"/>
    <w:rsid w:val="00726395"/>
    <w:rsid w:val="00743525"/>
    <w:rsid w:val="0076286B"/>
    <w:rsid w:val="00764595"/>
    <w:rsid w:val="00766846"/>
    <w:rsid w:val="00773F37"/>
    <w:rsid w:val="0077673A"/>
    <w:rsid w:val="007846E1"/>
    <w:rsid w:val="007A3483"/>
    <w:rsid w:val="007B570C"/>
    <w:rsid w:val="007B6925"/>
    <w:rsid w:val="007C5F3D"/>
    <w:rsid w:val="007D1A1C"/>
    <w:rsid w:val="007D32AF"/>
    <w:rsid w:val="007E4A6E"/>
    <w:rsid w:val="007F56A7"/>
    <w:rsid w:val="00807DD0"/>
    <w:rsid w:val="00813E04"/>
    <w:rsid w:val="00813F11"/>
    <w:rsid w:val="00817DF7"/>
    <w:rsid w:val="008511EA"/>
    <w:rsid w:val="00857882"/>
    <w:rsid w:val="00872C5F"/>
    <w:rsid w:val="0087514E"/>
    <w:rsid w:val="00875A6D"/>
    <w:rsid w:val="00881DD2"/>
    <w:rsid w:val="008A03C3"/>
    <w:rsid w:val="008A3568"/>
    <w:rsid w:val="008B5E73"/>
    <w:rsid w:val="008D03B9"/>
    <w:rsid w:val="008F18D6"/>
    <w:rsid w:val="00904780"/>
    <w:rsid w:val="009105CE"/>
    <w:rsid w:val="009113A8"/>
    <w:rsid w:val="00915773"/>
    <w:rsid w:val="00922385"/>
    <w:rsid w:val="009223DF"/>
    <w:rsid w:val="00936091"/>
    <w:rsid w:val="00937A4C"/>
    <w:rsid w:val="00940D8A"/>
    <w:rsid w:val="00940DD9"/>
    <w:rsid w:val="00962258"/>
    <w:rsid w:val="009678B7"/>
    <w:rsid w:val="00972B07"/>
    <w:rsid w:val="00982411"/>
    <w:rsid w:val="00992D9C"/>
    <w:rsid w:val="00996CB8"/>
    <w:rsid w:val="009A7568"/>
    <w:rsid w:val="009B2E97"/>
    <w:rsid w:val="009B72CC"/>
    <w:rsid w:val="009C47DD"/>
    <w:rsid w:val="009C556C"/>
    <w:rsid w:val="009D37D7"/>
    <w:rsid w:val="009D4BD6"/>
    <w:rsid w:val="009D7DC8"/>
    <w:rsid w:val="009E07F4"/>
    <w:rsid w:val="009E0FDF"/>
    <w:rsid w:val="009F392E"/>
    <w:rsid w:val="00A003DA"/>
    <w:rsid w:val="00A03F61"/>
    <w:rsid w:val="00A44328"/>
    <w:rsid w:val="00A6177B"/>
    <w:rsid w:val="00A66136"/>
    <w:rsid w:val="00A92C45"/>
    <w:rsid w:val="00A96DBE"/>
    <w:rsid w:val="00AA1811"/>
    <w:rsid w:val="00AA4CBB"/>
    <w:rsid w:val="00AA65FA"/>
    <w:rsid w:val="00AA7351"/>
    <w:rsid w:val="00AD056F"/>
    <w:rsid w:val="00AD6731"/>
    <w:rsid w:val="00AE301A"/>
    <w:rsid w:val="00AF0D30"/>
    <w:rsid w:val="00AF34B6"/>
    <w:rsid w:val="00AF397C"/>
    <w:rsid w:val="00B15D0D"/>
    <w:rsid w:val="00B2330C"/>
    <w:rsid w:val="00B25484"/>
    <w:rsid w:val="00B324B3"/>
    <w:rsid w:val="00B40732"/>
    <w:rsid w:val="00B40FB0"/>
    <w:rsid w:val="00B45E9E"/>
    <w:rsid w:val="00B55F9C"/>
    <w:rsid w:val="00B71747"/>
    <w:rsid w:val="00B75EE1"/>
    <w:rsid w:val="00B77481"/>
    <w:rsid w:val="00B8518B"/>
    <w:rsid w:val="00B8765E"/>
    <w:rsid w:val="00B94FB5"/>
    <w:rsid w:val="00B97864"/>
    <w:rsid w:val="00BA05B3"/>
    <w:rsid w:val="00BA5493"/>
    <w:rsid w:val="00BB3740"/>
    <w:rsid w:val="00BC0659"/>
    <w:rsid w:val="00BC0854"/>
    <w:rsid w:val="00BD7E91"/>
    <w:rsid w:val="00BF374D"/>
    <w:rsid w:val="00C00FFC"/>
    <w:rsid w:val="00C02D0A"/>
    <w:rsid w:val="00C03A6E"/>
    <w:rsid w:val="00C237F3"/>
    <w:rsid w:val="00C26216"/>
    <w:rsid w:val="00C30759"/>
    <w:rsid w:val="00C44F6A"/>
    <w:rsid w:val="00C8207D"/>
    <w:rsid w:val="00C841E5"/>
    <w:rsid w:val="00CC6206"/>
    <w:rsid w:val="00CD043B"/>
    <w:rsid w:val="00CD1FC4"/>
    <w:rsid w:val="00CD54BA"/>
    <w:rsid w:val="00CE371D"/>
    <w:rsid w:val="00D0241F"/>
    <w:rsid w:val="00D02A4D"/>
    <w:rsid w:val="00D07730"/>
    <w:rsid w:val="00D21061"/>
    <w:rsid w:val="00D316A7"/>
    <w:rsid w:val="00D3301F"/>
    <w:rsid w:val="00D4108E"/>
    <w:rsid w:val="00D51D82"/>
    <w:rsid w:val="00D56CF2"/>
    <w:rsid w:val="00D6163D"/>
    <w:rsid w:val="00D7529C"/>
    <w:rsid w:val="00D80CFF"/>
    <w:rsid w:val="00D831A3"/>
    <w:rsid w:val="00D94223"/>
    <w:rsid w:val="00DA12B1"/>
    <w:rsid w:val="00DA6FFE"/>
    <w:rsid w:val="00DC3110"/>
    <w:rsid w:val="00DD1701"/>
    <w:rsid w:val="00DD46F3"/>
    <w:rsid w:val="00DD58A6"/>
    <w:rsid w:val="00DE56F2"/>
    <w:rsid w:val="00DF116D"/>
    <w:rsid w:val="00E00492"/>
    <w:rsid w:val="00E21B22"/>
    <w:rsid w:val="00E2378C"/>
    <w:rsid w:val="00E64C66"/>
    <w:rsid w:val="00E824F1"/>
    <w:rsid w:val="00EB0609"/>
    <w:rsid w:val="00EB104F"/>
    <w:rsid w:val="00EC5E02"/>
    <w:rsid w:val="00ED14BD"/>
    <w:rsid w:val="00ED2576"/>
    <w:rsid w:val="00ED3947"/>
    <w:rsid w:val="00EE221F"/>
    <w:rsid w:val="00EE267C"/>
    <w:rsid w:val="00EE4E42"/>
    <w:rsid w:val="00F01440"/>
    <w:rsid w:val="00F12DEC"/>
    <w:rsid w:val="00F1715C"/>
    <w:rsid w:val="00F17546"/>
    <w:rsid w:val="00F25589"/>
    <w:rsid w:val="00F25DBB"/>
    <w:rsid w:val="00F310F8"/>
    <w:rsid w:val="00F35939"/>
    <w:rsid w:val="00F36B2E"/>
    <w:rsid w:val="00F45607"/>
    <w:rsid w:val="00F45EE3"/>
    <w:rsid w:val="00F64786"/>
    <w:rsid w:val="00F659EB"/>
    <w:rsid w:val="00F703E5"/>
    <w:rsid w:val="00F862D6"/>
    <w:rsid w:val="00F86BA6"/>
    <w:rsid w:val="00FC08D6"/>
    <w:rsid w:val="00FC6389"/>
    <w:rsid w:val="00FD2F51"/>
    <w:rsid w:val="00FE28EC"/>
    <w:rsid w:val="00FE640E"/>
    <w:rsid w:val="00FF2A18"/>
    <w:rsid w:val="00FF3D2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DD5EB040-51C4-4812-846D-FA16BBE8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styleId="Zdraznn">
    <w:name w:val="Emphasis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icka\Documents\SZDC\Administrativa\Ostatn&#237;\&#352;ablony\Nov&#233;%20jm&#233;no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Kapička Jiří, Ing.</dc:creator>
  <cp:lastModifiedBy>Lacina Jaroslav</cp:lastModifiedBy>
  <cp:revision>2</cp:revision>
  <cp:lastPrinted>2020-08-12T11:06:00Z</cp:lastPrinted>
  <dcterms:created xsi:type="dcterms:W3CDTF">2020-10-12T06:51:00Z</dcterms:created>
  <dcterms:modified xsi:type="dcterms:W3CDTF">2020-10-12T06:51:00Z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